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B86D8" w14:textId="77777777" w:rsidR="00F70D07" w:rsidRPr="00E10495" w:rsidRDefault="003527EC" w:rsidP="00E10495">
      <w:pPr>
        <w:pStyle w:val="Title"/>
        <w:sectPr w:rsidR="00F70D07" w:rsidRPr="00E10495" w:rsidSect="00000F1F">
          <w:headerReference w:type="default" r:id="rId8"/>
          <w:footerReference w:type="default" r:id="rId9"/>
          <w:headerReference w:type="first" r:id="rId10"/>
          <w:footerReference w:type="first" r:id="rId11"/>
          <w:pgSz w:w="11907" w:h="16840" w:code="9"/>
          <w:pgMar w:top="1440" w:right="1440" w:bottom="1440" w:left="1440" w:header="862" w:footer="862" w:gutter="0"/>
          <w:paperSrc w:first="7" w:other="7"/>
          <w:cols w:space="720"/>
          <w:docGrid w:linePitch="272"/>
        </w:sectPr>
      </w:pPr>
      <w:r w:rsidRPr="00E10495">
        <w:t xml:space="preserve">PPIG </w:t>
      </w:r>
      <w:r w:rsidR="001B1155" w:rsidRPr="00E10495">
        <w:t>Papers</w:t>
      </w:r>
      <w:r w:rsidR="00E86CD9" w:rsidRPr="00E10495">
        <w:t>: Author Instructions and Template File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4"/>
        <w:gridCol w:w="2969"/>
        <w:gridCol w:w="2994"/>
      </w:tblGrid>
      <w:tr w:rsidR="001519D4" w14:paraId="5E67E9A7" w14:textId="77777777" w:rsidTr="00B31106">
        <w:trPr>
          <w:trHeight w:val="972"/>
        </w:trPr>
        <w:tc>
          <w:tcPr>
            <w:tcW w:w="3081" w:type="dxa"/>
          </w:tcPr>
          <w:p w14:paraId="1C50E0C4" w14:textId="77777777" w:rsidR="00F70D07" w:rsidRPr="00EC2486" w:rsidRDefault="00F70D07" w:rsidP="00037437">
            <w:pPr>
              <w:pStyle w:val="AuthorName"/>
            </w:pPr>
            <w:r w:rsidRPr="00EC2486">
              <w:lastRenderedPageBreak/>
              <w:t>Alan F. Blackwell</w:t>
            </w:r>
          </w:p>
          <w:p w14:paraId="65CB7FF0" w14:textId="77777777" w:rsidR="00F70D07" w:rsidRPr="00EC2486" w:rsidRDefault="00F70D07" w:rsidP="00037437">
            <w:pPr>
              <w:pStyle w:val="AuthorAffiliation"/>
            </w:pPr>
            <w:r w:rsidRPr="00EC2486">
              <w:t>Computer Laboratory</w:t>
            </w:r>
          </w:p>
          <w:p w14:paraId="4AF817FE" w14:textId="7989D4A9" w:rsidR="00F70D07" w:rsidRPr="00EC2486" w:rsidRDefault="00F70D07" w:rsidP="00037437">
            <w:pPr>
              <w:pStyle w:val="AuthorAffiliation"/>
            </w:pPr>
            <w:r w:rsidRPr="00EC2486">
              <w:t>University</w:t>
            </w:r>
            <w:r w:rsidR="00210BAF">
              <w:t xml:space="preserve"> of Cambridge</w:t>
            </w:r>
          </w:p>
          <w:p w14:paraId="2ABD4424" w14:textId="77777777" w:rsidR="001519D4" w:rsidRDefault="00F70D07" w:rsidP="00037437">
            <w:pPr>
              <w:pStyle w:val="AuthorAffiliation"/>
            </w:pPr>
            <w:r w:rsidRPr="00EC2486">
              <w:t>Alan.Blackwell@cl.cam.ac.uk</w:t>
            </w:r>
          </w:p>
        </w:tc>
        <w:tc>
          <w:tcPr>
            <w:tcW w:w="3081" w:type="dxa"/>
          </w:tcPr>
          <w:p w14:paraId="39EBDCE4" w14:textId="77777777" w:rsidR="00F70D07" w:rsidRPr="00EC2486" w:rsidRDefault="00F70D07" w:rsidP="00037437">
            <w:pPr>
              <w:pStyle w:val="AuthorName"/>
            </w:pPr>
            <w:r w:rsidRPr="00EC2486">
              <w:t>Luke Church</w:t>
            </w:r>
          </w:p>
          <w:p w14:paraId="2885D911" w14:textId="77777777" w:rsidR="00F70D07" w:rsidRPr="00EC2486" w:rsidRDefault="00F70D07" w:rsidP="00037437">
            <w:pPr>
              <w:pStyle w:val="AuthorAffiliation"/>
            </w:pPr>
            <w:r w:rsidRPr="00EC2486">
              <w:t>Computer Laboratory</w:t>
            </w:r>
          </w:p>
          <w:p w14:paraId="31E52A88" w14:textId="00F02247" w:rsidR="00F70D07" w:rsidRPr="00EC2486" w:rsidRDefault="00210BAF" w:rsidP="00210BAF">
            <w:pPr>
              <w:pStyle w:val="AuthorAffiliation"/>
            </w:pPr>
            <w:r w:rsidRPr="00EC2486">
              <w:t>University</w:t>
            </w:r>
            <w:r>
              <w:t xml:space="preserve"> of Cambridge</w:t>
            </w:r>
          </w:p>
          <w:p w14:paraId="3F9D7694" w14:textId="77777777" w:rsidR="001519D4" w:rsidRDefault="00F70D07" w:rsidP="00037437">
            <w:pPr>
              <w:pStyle w:val="AuthorAffiliation"/>
            </w:pPr>
            <w:r w:rsidRPr="00EC2486">
              <w:t>luke@church.name</w:t>
            </w:r>
          </w:p>
        </w:tc>
        <w:tc>
          <w:tcPr>
            <w:tcW w:w="3081" w:type="dxa"/>
          </w:tcPr>
          <w:p w14:paraId="16DAD712" w14:textId="77777777" w:rsidR="00F70D07" w:rsidRPr="00EC2486" w:rsidRDefault="00F70D07" w:rsidP="00037437">
            <w:pPr>
              <w:pStyle w:val="AuthorName"/>
            </w:pPr>
            <w:r>
              <w:t xml:space="preserve">Mariana </w:t>
            </w:r>
            <w:r w:rsidRPr="00EC2486">
              <w:t>Mărășoiu</w:t>
            </w:r>
          </w:p>
          <w:p w14:paraId="64799611" w14:textId="77777777" w:rsidR="00F70D07" w:rsidRPr="00EC2486" w:rsidRDefault="00F70D07" w:rsidP="00037437">
            <w:pPr>
              <w:pStyle w:val="AuthorAffiliation"/>
            </w:pPr>
            <w:r w:rsidRPr="00EC2486">
              <w:t>Computer Laboratory</w:t>
            </w:r>
          </w:p>
          <w:p w14:paraId="277F03C9" w14:textId="269D97FD" w:rsidR="00F70D07" w:rsidRPr="00EC2486" w:rsidRDefault="00210BAF" w:rsidP="00037437">
            <w:pPr>
              <w:pStyle w:val="AuthorAffiliation"/>
            </w:pPr>
            <w:r w:rsidRPr="00EC2486">
              <w:t>University</w:t>
            </w:r>
            <w:r>
              <w:t xml:space="preserve"> of Cambridge</w:t>
            </w:r>
          </w:p>
          <w:p w14:paraId="4EC1084A" w14:textId="77777777" w:rsidR="001519D4" w:rsidRDefault="00F70D07" w:rsidP="00037437">
            <w:pPr>
              <w:pStyle w:val="AuthorAffiliation"/>
            </w:pPr>
            <w:r w:rsidRPr="00EC2486">
              <w:t>mcm79@cl.cam.ac.uk</w:t>
            </w:r>
          </w:p>
        </w:tc>
      </w:tr>
    </w:tbl>
    <w:p w14:paraId="537BA5A6" w14:textId="77777777" w:rsidR="00F70D07" w:rsidRDefault="00F70D07" w:rsidP="00037437"/>
    <w:p w14:paraId="498EC66B" w14:textId="77777777" w:rsidR="00E86CD9" w:rsidRPr="00037437" w:rsidRDefault="00E86CD9" w:rsidP="00E10495">
      <w:pPr>
        <w:pStyle w:val="Abstracttitle"/>
      </w:pPr>
      <w:r w:rsidRPr="00037437">
        <w:t>Abstract</w:t>
      </w:r>
    </w:p>
    <w:p w14:paraId="055ECD0B" w14:textId="77777777" w:rsidR="001B1155" w:rsidRPr="00E10495" w:rsidRDefault="00E86CD9" w:rsidP="00E10495">
      <w:pPr>
        <w:pStyle w:val="Abstracttext"/>
      </w:pPr>
      <w:r w:rsidRPr="00E10495">
        <w:t xml:space="preserve">This file both describes and exemplifies the required format for papers submitted to </w:t>
      </w:r>
      <w:r w:rsidR="005C5737" w:rsidRPr="00E10495">
        <w:t>PPIG</w:t>
      </w:r>
      <w:r w:rsidR="009A0278" w:rsidRPr="00E10495">
        <w:t xml:space="preserve"> 2016. Please review this file even if you have submitted to PPIG before as some format</w:t>
      </w:r>
      <w:r w:rsidR="00C44F5F" w:rsidRPr="00E10495">
        <w:t>ting</w:t>
      </w:r>
      <w:r w:rsidR="009A0278" w:rsidRPr="00E10495">
        <w:t xml:space="preserve"> details have changed</w:t>
      </w:r>
      <w:r w:rsidR="00C44F5F" w:rsidRPr="00E10495">
        <w:t xml:space="preserve"> relative to previous years.</w:t>
      </w:r>
    </w:p>
    <w:p w14:paraId="20ECCE21" w14:textId="77777777" w:rsidR="00E86CD9" w:rsidRDefault="00E86CD9" w:rsidP="00037437">
      <w:pPr>
        <w:pStyle w:val="Heading1"/>
      </w:pPr>
      <w:r>
        <w:t xml:space="preserve">1. </w:t>
      </w:r>
      <w:r w:rsidR="00C44F5F">
        <w:t>Introduction</w:t>
      </w:r>
    </w:p>
    <w:p w14:paraId="37AC8521" w14:textId="77777777" w:rsidR="00C44F5F" w:rsidRPr="00037437" w:rsidRDefault="00C44F5F" w:rsidP="00037437">
      <w:r w:rsidRPr="00037437">
        <w:t xml:space="preserve">This format is to be used for all PPIG 2016 </w:t>
      </w:r>
      <w:bookmarkStart w:id="0" w:name="_GoBack"/>
      <w:bookmarkEnd w:id="0"/>
      <w:r w:rsidR="00F71813" w:rsidRPr="00037437">
        <w:t xml:space="preserve">paper </w:t>
      </w:r>
      <w:r w:rsidRPr="00037437">
        <w:t>submissions</w:t>
      </w:r>
      <w:r w:rsidR="00F71813" w:rsidRPr="00037437">
        <w:t xml:space="preserve"> for review and camera-ready versions</w:t>
      </w:r>
      <w:r w:rsidRPr="00037437">
        <w:t>. The easiest way to do this is to replace the current content of this file with your own material.</w:t>
      </w:r>
    </w:p>
    <w:p w14:paraId="707C2537" w14:textId="77777777" w:rsidR="00F71813" w:rsidRDefault="00F71813" w:rsidP="00D97EB9">
      <w:r>
        <w:t>The rest of this document describes the format you should use when preparing your submission.</w:t>
      </w:r>
    </w:p>
    <w:p w14:paraId="65ACB433" w14:textId="77777777" w:rsidR="00F71813" w:rsidRDefault="00F71813" w:rsidP="00E10495">
      <w:pPr>
        <w:pStyle w:val="Heading1"/>
      </w:pPr>
      <w:r>
        <w:t>2. Formatting instructions</w:t>
      </w:r>
    </w:p>
    <w:p w14:paraId="2D8A073C" w14:textId="77777777" w:rsidR="00F71813" w:rsidRPr="00037437" w:rsidRDefault="00F71813" w:rsidP="00E10495">
      <w:pPr>
        <w:pStyle w:val="Heading2"/>
      </w:pPr>
      <w:r w:rsidRPr="00037437">
        <w:t>2.1. Page size</w:t>
      </w:r>
    </w:p>
    <w:p w14:paraId="23444232" w14:textId="0810AF7B" w:rsidR="00F71813" w:rsidRDefault="001C62C2" w:rsidP="00E10495">
      <w:r>
        <w:t>The paper</w:t>
      </w:r>
      <w:r w:rsidR="00F71813">
        <w:t xml:space="preserve"> should be </w:t>
      </w:r>
      <w:r>
        <w:t>A4 (</w:t>
      </w:r>
      <w:r w:rsidR="001519D4">
        <w:t xml:space="preserve">21 × 29.7 cm </w:t>
      </w:r>
      <w:r w:rsidRPr="001C62C2">
        <w:t>or 8.27 × 11.69 inches</w:t>
      </w:r>
      <w:r>
        <w:t>)</w:t>
      </w:r>
      <w:r w:rsidR="001519D4">
        <w:t xml:space="preserve">. The margins around the text should be of 1 inch (2.54 cm) each and the text should be justified, not left-aligned/ragged. The length of the paper should not exceed the maximum </w:t>
      </w:r>
      <w:proofErr w:type="gramStart"/>
      <w:r w:rsidR="001519D4">
        <w:t>12 page</w:t>
      </w:r>
      <w:proofErr w:type="gramEnd"/>
      <w:r w:rsidR="001519D4">
        <w:t xml:space="preserve"> limit. Pages should not be numbered.</w:t>
      </w:r>
    </w:p>
    <w:p w14:paraId="0CAC30E3" w14:textId="77777777" w:rsidR="001519D4" w:rsidRDefault="001519D4" w:rsidP="00E10495">
      <w:pPr>
        <w:pStyle w:val="Heading2"/>
      </w:pPr>
      <w:r>
        <w:t>2.2. Fonts</w:t>
      </w:r>
    </w:p>
    <w:p w14:paraId="44DC3B32" w14:textId="77777777" w:rsidR="00037437" w:rsidRPr="00037437" w:rsidRDefault="00F70D07" w:rsidP="00037437">
      <w:r>
        <w:t xml:space="preserve">The fonts used in this paper are Times </w:t>
      </w:r>
      <w:r w:rsidR="00FC564B">
        <w:t>Roman or Times New Roman</w:t>
      </w:r>
      <w:r w:rsidR="00EE2CDF">
        <w:t>,</w:t>
      </w:r>
      <w:r>
        <w:t xml:space="preserve"> </w:t>
      </w:r>
      <w:r w:rsidR="00FC564B">
        <w:t>Arial or Helvetica for headings</w:t>
      </w:r>
      <w:r w:rsidR="00EE2CDF">
        <w:t xml:space="preserve"> and Courier</w:t>
      </w:r>
      <w:r w:rsidR="00FC564B">
        <w:t xml:space="preserve"> for source code</w:t>
      </w:r>
      <w:r>
        <w:t>. Table 1 summarises the font sizes and styles used for each part of this file. For Microsoft Word users, the default styles have been replace</w:t>
      </w:r>
      <w:r w:rsidR="00EE2CDF">
        <w:t>d to follow the settings here</w:t>
      </w:r>
      <w:r>
        <w:t xml:space="preserve">. For </w:t>
      </w:r>
      <w:proofErr w:type="spellStart"/>
      <w:r>
        <w:t>LaTeX</w:t>
      </w:r>
      <w:proofErr w:type="spellEnd"/>
      <w:r>
        <w:t xml:space="preserve"> users, the </w:t>
      </w:r>
      <w:proofErr w:type="spellStart"/>
      <w:r w:rsidRPr="003B6BC5">
        <w:rPr>
          <w:rStyle w:val="Code"/>
          <w:szCs w:val="22"/>
        </w:rPr>
        <w:t>ppig.cls</w:t>
      </w:r>
      <w:proofErr w:type="spellEnd"/>
      <w:r>
        <w:t xml:space="preserve"> applies the settings described here to </w:t>
      </w:r>
      <w:proofErr w:type="gramStart"/>
      <w:r>
        <w:t xml:space="preserve">your </w:t>
      </w:r>
      <w:r w:rsidRPr="003B6BC5">
        <w:rPr>
          <w:rStyle w:val="Code"/>
          <w:szCs w:val="22"/>
        </w:rPr>
        <w:t>.</w:t>
      </w:r>
      <w:proofErr w:type="spellStart"/>
      <w:r w:rsidRPr="003B6BC5">
        <w:rPr>
          <w:rStyle w:val="Code"/>
          <w:szCs w:val="22"/>
        </w:rPr>
        <w:t>tex</w:t>
      </w:r>
      <w:proofErr w:type="spellEnd"/>
      <w:proofErr w:type="gramEnd"/>
      <w:r>
        <w:t xml:space="preserve"> file.</w:t>
      </w:r>
    </w:p>
    <w:tbl>
      <w:tblPr>
        <w:tblStyle w:val="TableGrid"/>
        <w:tblW w:w="5829" w:type="dxa"/>
        <w:tblInd w:w="1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710"/>
        <w:gridCol w:w="1278"/>
        <w:gridCol w:w="681"/>
      </w:tblGrid>
      <w:tr w:rsidR="003B6BC5" w14:paraId="4FF91613" w14:textId="77777777" w:rsidTr="00037437">
        <w:tc>
          <w:tcPr>
            <w:tcW w:w="2160" w:type="dxa"/>
            <w:tcBorders>
              <w:top w:val="single" w:sz="4" w:space="0" w:color="auto"/>
              <w:bottom w:val="single" w:sz="4" w:space="0" w:color="auto"/>
            </w:tcBorders>
          </w:tcPr>
          <w:p w14:paraId="4FD7D8FC" w14:textId="77777777" w:rsidR="00EE2CDF" w:rsidRPr="003B6BC5" w:rsidRDefault="00EE2CDF" w:rsidP="00037437">
            <w:pPr>
              <w:pStyle w:val="TableEntry"/>
            </w:pPr>
            <w:r w:rsidRPr="003B6BC5">
              <w:t>Type of text</w:t>
            </w:r>
          </w:p>
        </w:tc>
        <w:tc>
          <w:tcPr>
            <w:tcW w:w="1710" w:type="dxa"/>
            <w:tcBorders>
              <w:top w:val="single" w:sz="4" w:space="0" w:color="auto"/>
              <w:bottom w:val="single" w:sz="4" w:space="0" w:color="auto"/>
            </w:tcBorders>
          </w:tcPr>
          <w:p w14:paraId="26AC2400" w14:textId="77777777" w:rsidR="00EE2CDF" w:rsidRPr="003B6BC5" w:rsidRDefault="00EE2CDF" w:rsidP="00037437">
            <w:pPr>
              <w:pStyle w:val="TableEntry"/>
            </w:pPr>
            <w:r w:rsidRPr="003B6BC5">
              <w:t>Font</w:t>
            </w:r>
          </w:p>
        </w:tc>
        <w:tc>
          <w:tcPr>
            <w:tcW w:w="1278" w:type="dxa"/>
            <w:tcBorders>
              <w:top w:val="single" w:sz="4" w:space="0" w:color="auto"/>
              <w:bottom w:val="single" w:sz="4" w:space="0" w:color="auto"/>
            </w:tcBorders>
          </w:tcPr>
          <w:p w14:paraId="34EDCF6B" w14:textId="77777777" w:rsidR="00EE2CDF" w:rsidRPr="003B6BC5" w:rsidRDefault="00EE2CDF" w:rsidP="00037437">
            <w:pPr>
              <w:pStyle w:val="TableEntry"/>
            </w:pPr>
            <w:r w:rsidRPr="003B6BC5">
              <w:t>Font size</w:t>
            </w:r>
          </w:p>
        </w:tc>
        <w:tc>
          <w:tcPr>
            <w:tcW w:w="681" w:type="dxa"/>
            <w:tcBorders>
              <w:top w:val="single" w:sz="4" w:space="0" w:color="auto"/>
              <w:bottom w:val="single" w:sz="4" w:space="0" w:color="auto"/>
            </w:tcBorders>
          </w:tcPr>
          <w:p w14:paraId="223B1749" w14:textId="77777777" w:rsidR="00EE2CDF" w:rsidRPr="003B6BC5" w:rsidRDefault="00EE2CDF" w:rsidP="00037437">
            <w:pPr>
              <w:pStyle w:val="TableEntry"/>
            </w:pPr>
            <w:r w:rsidRPr="003B6BC5">
              <w:t>Style</w:t>
            </w:r>
          </w:p>
        </w:tc>
      </w:tr>
      <w:tr w:rsidR="003B6BC5" w14:paraId="6D7DCA43" w14:textId="77777777" w:rsidTr="003B6BC5">
        <w:tc>
          <w:tcPr>
            <w:tcW w:w="2160" w:type="dxa"/>
            <w:tcBorders>
              <w:top w:val="single" w:sz="4" w:space="0" w:color="auto"/>
            </w:tcBorders>
          </w:tcPr>
          <w:p w14:paraId="21D0A67A" w14:textId="77777777" w:rsidR="00EE2CDF" w:rsidRDefault="00EE2CDF" w:rsidP="00037437">
            <w:pPr>
              <w:pStyle w:val="TableEntry"/>
            </w:pPr>
            <w:r>
              <w:t>Paper title</w:t>
            </w:r>
          </w:p>
        </w:tc>
        <w:tc>
          <w:tcPr>
            <w:tcW w:w="1710" w:type="dxa"/>
            <w:tcBorders>
              <w:top w:val="single" w:sz="4" w:space="0" w:color="auto"/>
            </w:tcBorders>
          </w:tcPr>
          <w:p w14:paraId="5C8F6C69" w14:textId="77777777" w:rsidR="00EE2CDF" w:rsidRDefault="00EE2CDF" w:rsidP="00037437">
            <w:pPr>
              <w:pStyle w:val="TableEntry"/>
            </w:pPr>
            <w:r>
              <w:t>Arial/Helvetica</w:t>
            </w:r>
          </w:p>
        </w:tc>
        <w:tc>
          <w:tcPr>
            <w:tcW w:w="1278" w:type="dxa"/>
            <w:tcBorders>
              <w:top w:val="single" w:sz="4" w:space="0" w:color="auto"/>
            </w:tcBorders>
          </w:tcPr>
          <w:p w14:paraId="053EED09" w14:textId="77777777" w:rsidR="00EE2CDF" w:rsidRDefault="003B6BC5" w:rsidP="00037437">
            <w:pPr>
              <w:pStyle w:val="TableEntry"/>
            </w:pPr>
            <w:r>
              <w:t>12pt</w:t>
            </w:r>
          </w:p>
        </w:tc>
        <w:tc>
          <w:tcPr>
            <w:tcW w:w="681" w:type="dxa"/>
            <w:tcBorders>
              <w:top w:val="single" w:sz="4" w:space="0" w:color="auto"/>
            </w:tcBorders>
          </w:tcPr>
          <w:p w14:paraId="5A183388" w14:textId="77777777" w:rsidR="00EE2CDF" w:rsidRDefault="003B6BC5" w:rsidP="00037437">
            <w:pPr>
              <w:pStyle w:val="TableEntry"/>
            </w:pPr>
            <w:r>
              <w:t>Bold</w:t>
            </w:r>
          </w:p>
        </w:tc>
      </w:tr>
      <w:tr w:rsidR="003B6BC5" w14:paraId="614B5485" w14:textId="77777777" w:rsidTr="003B6BC5">
        <w:tc>
          <w:tcPr>
            <w:tcW w:w="2160" w:type="dxa"/>
          </w:tcPr>
          <w:p w14:paraId="0DC54EB9" w14:textId="77777777" w:rsidR="00EE2CDF" w:rsidRDefault="00EE2CDF" w:rsidP="00037437">
            <w:pPr>
              <w:pStyle w:val="TableEntry"/>
            </w:pPr>
            <w:r>
              <w:t>Author names</w:t>
            </w:r>
          </w:p>
        </w:tc>
        <w:tc>
          <w:tcPr>
            <w:tcW w:w="1710" w:type="dxa"/>
          </w:tcPr>
          <w:p w14:paraId="6569D5B6" w14:textId="77777777" w:rsidR="00EE2CDF" w:rsidRDefault="00EE2CDF" w:rsidP="00037437">
            <w:pPr>
              <w:pStyle w:val="TableEntry"/>
            </w:pPr>
            <w:r>
              <w:t>Times Roman</w:t>
            </w:r>
          </w:p>
        </w:tc>
        <w:tc>
          <w:tcPr>
            <w:tcW w:w="1278" w:type="dxa"/>
          </w:tcPr>
          <w:p w14:paraId="2838A466" w14:textId="77777777" w:rsidR="00EE2CDF" w:rsidRDefault="003B6BC5" w:rsidP="00037437">
            <w:pPr>
              <w:pStyle w:val="TableEntry"/>
            </w:pPr>
            <w:r>
              <w:t>11pt</w:t>
            </w:r>
          </w:p>
        </w:tc>
        <w:tc>
          <w:tcPr>
            <w:tcW w:w="681" w:type="dxa"/>
          </w:tcPr>
          <w:p w14:paraId="2007AB82" w14:textId="77777777" w:rsidR="00EE2CDF" w:rsidRDefault="003B6BC5" w:rsidP="00037437">
            <w:pPr>
              <w:pStyle w:val="TableEntry"/>
            </w:pPr>
            <w:r>
              <w:t>Bold</w:t>
            </w:r>
          </w:p>
        </w:tc>
      </w:tr>
      <w:tr w:rsidR="003B6BC5" w14:paraId="7DD4F422" w14:textId="77777777" w:rsidTr="003B6BC5">
        <w:tc>
          <w:tcPr>
            <w:tcW w:w="2160" w:type="dxa"/>
          </w:tcPr>
          <w:p w14:paraId="21F6584C" w14:textId="77777777" w:rsidR="00EE2CDF" w:rsidRDefault="00EE2CDF" w:rsidP="00037437">
            <w:pPr>
              <w:pStyle w:val="TableEntry"/>
            </w:pPr>
            <w:r>
              <w:t>Author affiliations</w:t>
            </w:r>
          </w:p>
        </w:tc>
        <w:tc>
          <w:tcPr>
            <w:tcW w:w="1710" w:type="dxa"/>
          </w:tcPr>
          <w:p w14:paraId="02A61742" w14:textId="77777777" w:rsidR="00EE2CDF" w:rsidRDefault="00EE2CDF" w:rsidP="00037437">
            <w:pPr>
              <w:pStyle w:val="TableEntry"/>
            </w:pPr>
            <w:r>
              <w:t>Times Roman</w:t>
            </w:r>
          </w:p>
        </w:tc>
        <w:tc>
          <w:tcPr>
            <w:tcW w:w="1278" w:type="dxa"/>
          </w:tcPr>
          <w:p w14:paraId="38D6E291" w14:textId="77777777" w:rsidR="00EE2CDF" w:rsidRDefault="003B6BC5" w:rsidP="00037437">
            <w:pPr>
              <w:pStyle w:val="TableEntry"/>
            </w:pPr>
            <w:r>
              <w:t>11pt</w:t>
            </w:r>
          </w:p>
        </w:tc>
        <w:tc>
          <w:tcPr>
            <w:tcW w:w="681" w:type="dxa"/>
          </w:tcPr>
          <w:p w14:paraId="26BEB93C" w14:textId="77777777" w:rsidR="00EE2CDF" w:rsidRDefault="00EE2CDF" w:rsidP="00037437">
            <w:pPr>
              <w:pStyle w:val="TableEntry"/>
            </w:pPr>
          </w:p>
        </w:tc>
      </w:tr>
      <w:tr w:rsidR="003B6BC5" w14:paraId="419D9F98" w14:textId="77777777" w:rsidTr="003B6BC5">
        <w:tc>
          <w:tcPr>
            <w:tcW w:w="2160" w:type="dxa"/>
          </w:tcPr>
          <w:p w14:paraId="6DA6A52C" w14:textId="77777777" w:rsidR="00EE2CDF" w:rsidRDefault="00EE2CDF" w:rsidP="00037437">
            <w:pPr>
              <w:pStyle w:val="TableEntry"/>
            </w:pPr>
            <w:r>
              <w:t>The word “abstract”</w:t>
            </w:r>
          </w:p>
        </w:tc>
        <w:tc>
          <w:tcPr>
            <w:tcW w:w="1710" w:type="dxa"/>
          </w:tcPr>
          <w:p w14:paraId="2D1B8DAF" w14:textId="77777777" w:rsidR="00EE2CDF" w:rsidRDefault="003B6BC5" w:rsidP="00037437">
            <w:pPr>
              <w:pStyle w:val="TableEntry"/>
            </w:pPr>
            <w:r>
              <w:t>Arial/Helvetica</w:t>
            </w:r>
          </w:p>
        </w:tc>
        <w:tc>
          <w:tcPr>
            <w:tcW w:w="1278" w:type="dxa"/>
          </w:tcPr>
          <w:p w14:paraId="1517406D" w14:textId="77777777" w:rsidR="00EE2CDF" w:rsidRDefault="003B6BC5" w:rsidP="00037437">
            <w:pPr>
              <w:pStyle w:val="TableEntry"/>
            </w:pPr>
            <w:r>
              <w:t>11pt</w:t>
            </w:r>
          </w:p>
        </w:tc>
        <w:tc>
          <w:tcPr>
            <w:tcW w:w="681" w:type="dxa"/>
          </w:tcPr>
          <w:p w14:paraId="380F64DF" w14:textId="77777777" w:rsidR="00EE2CDF" w:rsidRDefault="003B6BC5" w:rsidP="00037437">
            <w:pPr>
              <w:pStyle w:val="TableEntry"/>
            </w:pPr>
            <w:r>
              <w:t>Bold</w:t>
            </w:r>
          </w:p>
        </w:tc>
      </w:tr>
      <w:tr w:rsidR="003B6BC5" w14:paraId="0AA21468" w14:textId="77777777" w:rsidTr="003B6BC5">
        <w:tc>
          <w:tcPr>
            <w:tcW w:w="2160" w:type="dxa"/>
          </w:tcPr>
          <w:p w14:paraId="5700693A" w14:textId="77777777" w:rsidR="00EE2CDF" w:rsidRDefault="00EE2CDF" w:rsidP="00037437">
            <w:pPr>
              <w:pStyle w:val="TableEntry"/>
            </w:pPr>
            <w:r>
              <w:t>Abstract text</w:t>
            </w:r>
          </w:p>
        </w:tc>
        <w:tc>
          <w:tcPr>
            <w:tcW w:w="1710" w:type="dxa"/>
          </w:tcPr>
          <w:p w14:paraId="45D1BC33" w14:textId="77777777" w:rsidR="00EE2CDF" w:rsidRDefault="003B6BC5" w:rsidP="00037437">
            <w:pPr>
              <w:pStyle w:val="TableEntry"/>
            </w:pPr>
            <w:r>
              <w:t>Times Roman</w:t>
            </w:r>
          </w:p>
        </w:tc>
        <w:tc>
          <w:tcPr>
            <w:tcW w:w="1278" w:type="dxa"/>
          </w:tcPr>
          <w:p w14:paraId="1A2DBA1C" w14:textId="77777777" w:rsidR="00EE2CDF" w:rsidRDefault="003B6BC5" w:rsidP="00037437">
            <w:pPr>
              <w:pStyle w:val="TableEntry"/>
            </w:pPr>
            <w:r>
              <w:t>11pt</w:t>
            </w:r>
          </w:p>
        </w:tc>
        <w:tc>
          <w:tcPr>
            <w:tcW w:w="681" w:type="dxa"/>
          </w:tcPr>
          <w:p w14:paraId="674985E2" w14:textId="77777777" w:rsidR="00EE2CDF" w:rsidRDefault="00EE2CDF" w:rsidP="00037437">
            <w:pPr>
              <w:pStyle w:val="TableEntry"/>
            </w:pPr>
          </w:p>
        </w:tc>
      </w:tr>
      <w:tr w:rsidR="003B6BC5" w14:paraId="3DDB34CE" w14:textId="77777777" w:rsidTr="003B6BC5">
        <w:tc>
          <w:tcPr>
            <w:tcW w:w="2160" w:type="dxa"/>
          </w:tcPr>
          <w:p w14:paraId="06F5A371" w14:textId="77777777" w:rsidR="003B6BC5" w:rsidRDefault="003B6BC5" w:rsidP="00037437">
            <w:pPr>
              <w:pStyle w:val="TableEntry"/>
            </w:pPr>
            <w:r>
              <w:t>Section level 1</w:t>
            </w:r>
          </w:p>
        </w:tc>
        <w:tc>
          <w:tcPr>
            <w:tcW w:w="1710" w:type="dxa"/>
          </w:tcPr>
          <w:p w14:paraId="188BC85F" w14:textId="77777777" w:rsidR="003B6BC5" w:rsidRDefault="003B6BC5" w:rsidP="00037437">
            <w:pPr>
              <w:pStyle w:val="TableEntry"/>
            </w:pPr>
            <w:r>
              <w:t>Arial/Helvetica</w:t>
            </w:r>
          </w:p>
        </w:tc>
        <w:tc>
          <w:tcPr>
            <w:tcW w:w="1278" w:type="dxa"/>
          </w:tcPr>
          <w:p w14:paraId="45929F55" w14:textId="77777777" w:rsidR="003B6BC5" w:rsidRDefault="003B6BC5" w:rsidP="00037437">
            <w:pPr>
              <w:pStyle w:val="TableEntry"/>
            </w:pPr>
            <w:r>
              <w:t>11pt</w:t>
            </w:r>
          </w:p>
        </w:tc>
        <w:tc>
          <w:tcPr>
            <w:tcW w:w="681" w:type="dxa"/>
          </w:tcPr>
          <w:p w14:paraId="24F749E9" w14:textId="77777777" w:rsidR="003B6BC5" w:rsidRDefault="003B6BC5" w:rsidP="00037437">
            <w:pPr>
              <w:pStyle w:val="TableEntry"/>
            </w:pPr>
            <w:r>
              <w:t>Bold</w:t>
            </w:r>
          </w:p>
        </w:tc>
      </w:tr>
      <w:tr w:rsidR="003B6BC5" w14:paraId="0B5DEAA1" w14:textId="77777777" w:rsidTr="003B6BC5">
        <w:tc>
          <w:tcPr>
            <w:tcW w:w="2160" w:type="dxa"/>
          </w:tcPr>
          <w:p w14:paraId="1D858F6A" w14:textId="77777777" w:rsidR="003B6BC5" w:rsidRDefault="003B6BC5" w:rsidP="00037437">
            <w:pPr>
              <w:pStyle w:val="TableEntry"/>
            </w:pPr>
            <w:r>
              <w:t>Section level 2</w:t>
            </w:r>
          </w:p>
        </w:tc>
        <w:tc>
          <w:tcPr>
            <w:tcW w:w="1710" w:type="dxa"/>
          </w:tcPr>
          <w:p w14:paraId="27DBA169" w14:textId="77777777" w:rsidR="003B6BC5" w:rsidRDefault="003B6BC5" w:rsidP="00037437">
            <w:pPr>
              <w:pStyle w:val="TableEntry"/>
            </w:pPr>
            <w:r>
              <w:t>Arial/Helvetica</w:t>
            </w:r>
          </w:p>
        </w:tc>
        <w:tc>
          <w:tcPr>
            <w:tcW w:w="1278" w:type="dxa"/>
          </w:tcPr>
          <w:p w14:paraId="2FCC130F" w14:textId="77777777" w:rsidR="003B6BC5" w:rsidRDefault="003B6BC5" w:rsidP="00037437">
            <w:pPr>
              <w:pStyle w:val="TableEntry"/>
            </w:pPr>
            <w:r>
              <w:t>11pt</w:t>
            </w:r>
          </w:p>
        </w:tc>
        <w:tc>
          <w:tcPr>
            <w:tcW w:w="681" w:type="dxa"/>
          </w:tcPr>
          <w:p w14:paraId="4303FF17" w14:textId="77777777" w:rsidR="003B6BC5" w:rsidRDefault="003B6BC5" w:rsidP="00037437">
            <w:pPr>
              <w:pStyle w:val="TableEntry"/>
            </w:pPr>
          </w:p>
        </w:tc>
      </w:tr>
      <w:tr w:rsidR="003B6BC5" w14:paraId="64992D00" w14:textId="77777777" w:rsidTr="003B6BC5">
        <w:tc>
          <w:tcPr>
            <w:tcW w:w="2160" w:type="dxa"/>
          </w:tcPr>
          <w:p w14:paraId="2CFECABA" w14:textId="77777777" w:rsidR="00EE2CDF" w:rsidRDefault="00EE2CDF" w:rsidP="00037437">
            <w:pPr>
              <w:pStyle w:val="TableEntry"/>
            </w:pPr>
            <w:r>
              <w:t>Document text</w:t>
            </w:r>
          </w:p>
        </w:tc>
        <w:tc>
          <w:tcPr>
            <w:tcW w:w="1710" w:type="dxa"/>
          </w:tcPr>
          <w:p w14:paraId="45B409CD" w14:textId="77777777" w:rsidR="00EE2CDF" w:rsidRDefault="003B6BC5" w:rsidP="00037437">
            <w:pPr>
              <w:pStyle w:val="TableEntry"/>
            </w:pPr>
            <w:r>
              <w:t>Times Roman</w:t>
            </w:r>
          </w:p>
        </w:tc>
        <w:tc>
          <w:tcPr>
            <w:tcW w:w="1278" w:type="dxa"/>
          </w:tcPr>
          <w:p w14:paraId="26E8DB36" w14:textId="77777777" w:rsidR="00EE2CDF" w:rsidRDefault="003B6BC5" w:rsidP="00037437">
            <w:pPr>
              <w:pStyle w:val="TableEntry"/>
            </w:pPr>
            <w:r>
              <w:t>11pt</w:t>
            </w:r>
          </w:p>
        </w:tc>
        <w:tc>
          <w:tcPr>
            <w:tcW w:w="681" w:type="dxa"/>
          </w:tcPr>
          <w:p w14:paraId="4E2E6302" w14:textId="77777777" w:rsidR="00EE2CDF" w:rsidRDefault="00EE2CDF" w:rsidP="00037437">
            <w:pPr>
              <w:pStyle w:val="TableEntry"/>
            </w:pPr>
          </w:p>
        </w:tc>
      </w:tr>
      <w:tr w:rsidR="003B6BC5" w14:paraId="1CB066B7" w14:textId="77777777" w:rsidTr="003B6BC5">
        <w:tc>
          <w:tcPr>
            <w:tcW w:w="2160" w:type="dxa"/>
          </w:tcPr>
          <w:p w14:paraId="63603AB4" w14:textId="77777777" w:rsidR="00EE2CDF" w:rsidRDefault="00EE2CDF" w:rsidP="00037437">
            <w:pPr>
              <w:pStyle w:val="TableEntry"/>
            </w:pPr>
            <w:r>
              <w:t>Caption</w:t>
            </w:r>
          </w:p>
        </w:tc>
        <w:tc>
          <w:tcPr>
            <w:tcW w:w="1710" w:type="dxa"/>
          </w:tcPr>
          <w:p w14:paraId="7DB90632" w14:textId="77777777" w:rsidR="00EE2CDF" w:rsidRDefault="003B6BC5" w:rsidP="00037437">
            <w:pPr>
              <w:pStyle w:val="TableEntry"/>
            </w:pPr>
            <w:r>
              <w:t>Times Roman</w:t>
            </w:r>
          </w:p>
        </w:tc>
        <w:tc>
          <w:tcPr>
            <w:tcW w:w="1278" w:type="dxa"/>
          </w:tcPr>
          <w:p w14:paraId="3E2FA134" w14:textId="77777777" w:rsidR="00EE2CDF" w:rsidRDefault="003B6BC5" w:rsidP="00037437">
            <w:pPr>
              <w:pStyle w:val="TableEntry"/>
            </w:pPr>
            <w:r>
              <w:t>11pt</w:t>
            </w:r>
          </w:p>
        </w:tc>
        <w:tc>
          <w:tcPr>
            <w:tcW w:w="681" w:type="dxa"/>
          </w:tcPr>
          <w:p w14:paraId="4448173D" w14:textId="77777777" w:rsidR="00EE2CDF" w:rsidRDefault="003B6BC5" w:rsidP="00037437">
            <w:pPr>
              <w:pStyle w:val="TableEntry"/>
            </w:pPr>
            <w:r>
              <w:t>Italic</w:t>
            </w:r>
          </w:p>
        </w:tc>
      </w:tr>
      <w:tr w:rsidR="003B6BC5" w14:paraId="2D142DE3" w14:textId="77777777" w:rsidTr="003B6BC5">
        <w:tc>
          <w:tcPr>
            <w:tcW w:w="2160" w:type="dxa"/>
          </w:tcPr>
          <w:p w14:paraId="36612F02" w14:textId="77777777" w:rsidR="00EE2CDF" w:rsidRDefault="00EE2CDF" w:rsidP="00037437">
            <w:pPr>
              <w:pStyle w:val="TableEntry"/>
            </w:pPr>
            <w:r>
              <w:t>Code</w:t>
            </w:r>
          </w:p>
        </w:tc>
        <w:tc>
          <w:tcPr>
            <w:tcW w:w="1710" w:type="dxa"/>
          </w:tcPr>
          <w:p w14:paraId="49551FDD" w14:textId="77777777" w:rsidR="00EE2CDF" w:rsidRDefault="00EE2CDF" w:rsidP="00037437">
            <w:pPr>
              <w:pStyle w:val="TableEntry"/>
            </w:pPr>
            <w:r>
              <w:t>Courier</w:t>
            </w:r>
          </w:p>
        </w:tc>
        <w:tc>
          <w:tcPr>
            <w:tcW w:w="1278" w:type="dxa"/>
          </w:tcPr>
          <w:p w14:paraId="61B44DB4" w14:textId="77777777" w:rsidR="00EE2CDF" w:rsidRDefault="003B6BC5" w:rsidP="00037437">
            <w:pPr>
              <w:pStyle w:val="TableEntry"/>
            </w:pPr>
            <w:r>
              <w:t>11pt</w:t>
            </w:r>
          </w:p>
        </w:tc>
        <w:tc>
          <w:tcPr>
            <w:tcW w:w="681" w:type="dxa"/>
          </w:tcPr>
          <w:p w14:paraId="5D15EC39" w14:textId="77777777" w:rsidR="00EE2CDF" w:rsidRDefault="00EE2CDF" w:rsidP="00037437">
            <w:pPr>
              <w:pStyle w:val="TableEntry"/>
            </w:pPr>
          </w:p>
        </w:tc>
      </w:tr>
      <w:tr w:rsidR="003B6BC5" w14:paraId="516DD5DA" w14:textId="77777777" w:rsidTr="00037437">
        <w:trPr>
          <w:trHeight w:val="270"/>
        </w:trPr>
        <w:tc>
          <w:tcPr>
            <w:tcW w:w="2160" w:type="dxa"/>
          </w:tcPr>
          <w:p w14:paraId="7A311582" w14:textId="77777777" w:rsidR="00EE2CDF" w:rsidRDefault="00EE2CDF" w:rsidP="00037437">
            <w:pPr>
              <w:pStyle w:val="TableEntry"/>
            </w:pPr>
            <w:r>
              <w:t>Bibliography</w:t>
            </w:r>
          </w:p>
        </w:tc>
        <w:tc>
          <w:tcPr>
            <w:tcW w:w="1710" w:type="dxa"/>
          </w:tcPr>
          <w:p w14:paraId="48131755" w14:textId="77777777" w:rsidR="00EE2CDF" w:rsidRDefault="003B6BC5" w:rsidP="00037437">
            <w:pPr>
              <w:pStyle w:val="TableEntry"/>
            </w:pPr>
            <w:r>
              <w:t>Times Roman</w:t>
            </w:r>
          </w:p>
        </w:tc>
        <w:tc>
          <w:tcPr>
            <w:tcW w:w="1278" w:type="dxa"/>
          </w:tcPr>
          <w:p w14:paraId="1F730281" w14:textId="77777777" w:rsidR="00EE2CDF" w:rsidRDefault="003B6BC5" w:rsidP="00037437">
            <w:pPr>
              <w:pStyle w:val="TableEntry"/>
            </w:pPr>
            <w:r>
              <w:t>11pt</w:t>
            </w:r>
          </w:p>
        </w:tc>
        <w:tc>
          <w:tcPr>
            <w:tcW w:w="681" w:type="dxa"/>
          </w:tcPr>
          <w:p w14:paraId="1A33D48D" w14:textId="77777777" w:rsidR="00EE2CDF" w:rsidRDefault="00EE2CDF" w:rsidP="00037437">
            <w:pPr>
              <w:pStyle w:val="TableEntry"/>
            </w:pPr>
          </w:p>
        </w:tc>
      </w:tr>
      <w:tr w:rsidR="003B6BC5" w14:paraId="56F3822A" w14:textId="77777777" w:rsidTr="00037437">
        <w:tc>
          <w:tcPr>
            <w:tcW w:w="2160" w:type="dxa"/>
            <w:tcBorders>
              <w:bottom w:val="single" w:sz="4" w:space="0" w:color="auto"/>
            </w:tcBorders>
          </w:tcPr>
          <w:p w14:paraId="7DB1E19C" w14:textId="77777777" w:rsidR="00EE2CDF" w:rsidRDefault="00EE2CDF" w:rsidP="00037437">
            <w:pPr>
              <w:pStyle w:val="TableEntry"/>
            </w:pPr>
            <w:r>
              <w:t>Footnotes</w:t>
            </w:r>
          </w:p>
        </w:tc>
        <w:tc>
          <w:tcPr>
            <w:tcW w:w="1710" w:type="dxa"/>
            <w:tcBorders>
              <w:bottom w:val="single" w:sz="4" w:space="0" w:color="auto"/>
            </w:tcBorders>
          </w:tcPr>
          <w:p w14:paraId="2C292093" w14:textId="77777777" w:rsidR="00EE2CDF" w:rsidRDefault="003B6BC5" w:rsidP="00037437">
            <w:pPr>
              <w:pStyle w:val="TableEntry"/>
            </w:pPr>
            <w:r>
              <w:t>Times Roman</w:t>
            </w:r>
          </w:p>
        </w:tc>
        <w:tc>
          <w:tcPr>
            <w:tcW w:w="1278" w:type="dxa"/>
            <w:tcBorders>
              <w:bottom w:val="single" w:sz="4" w:space="0" w:color="auto"/>
            </w:tcBorders>
          </w:tcPr>
          <w:p w14:paraId="40D36777" w14:textId="77777777" w:rsidR="00EE2CDF" w:rsidRDefault="003B6BC5" w:rsidP="00037437">
            <w:pPr>
              <w:pStyle w:val="TableEntry"/>
            </w:pPr>
            <w:r>
              <w:t>10pt</w:t>
            </w:r>
          </w:p>
        </w:tc>
        <w:tc>
          <w:tcPr>
            <w:tcW w:w="681" w:type="dxa"/>
            <w:tcBorders>
              <w:bottom w:val="single" w:sz="4" w:space="0" w:color="auto"/>
            </w:tcBorders>
          </w:tcPr>
          <w:p w14:paraId="093525B0" w14:textId="77777777" w:rsidR="00EE2CDF" w:rsidRDefault="00EE2CDF" w:rsidP="00D97EB9">
            <w:pPr>
              <w:pStyle w:val="TableEntry"/>
              <w:keepNext/>
            </w:pPr>
          </w:p>
        </w:tc>
      </w:tr>
    </w:tbl>
    <w:p w14:paraId="56D56C0F" w14:textId="7CD2EF04" w:rsidR="001519D4" w:rsidRPr="00E10495" w:rsidRDefault="00D97EB9" w:rsidP="00D97EB9">
      <w:pPr>
        <w:pStyle w:val="Caption"/>
      </w:pPr>
      <w:r>
        <w:t xml:space="preserve">Table </w:t>
      </w:r>
      <w:r>
        <w:fldChar w:fldCharType="begin"/>
      </w:r>
      <w:r>
        <w:instrText xml:space="preserve"> SEQ Table \* ARABIC </w:instrText>
      </w:r>
      <w:r>
        <w:fldChar w:fldCharType="separate"/>
      </w:r>
      <w:r w:rsidR="005B14A6">
        <w:rPr>
          <w:noProof/>
        </w:rPr>
        <w:t>1</w:t>
      </w:r>
      <w:r>
        <w:fldChar w:fldCharType="end"/>
      </w:r>
      <w:r w:rsidRPr="00B5328D">
        <w:t xml:space="preserve"> – Font guide.</w:t>
      </w:r>
    </w:p>
    <w:p w14:paraId="549F5D61" w14:textId="63957B7C" w:rsidR="001C62C2" w:rsidRDefault="00037437" w:rsidP="00E10495">
      <w:pPr>
        <w:pStyle w:val="Heading2"/>
      </w:pPr>
      <w:r>
        <w:t>2.3</w:t>
      </w:r>
      <w:r w:rsidR="00D97EB9">
        <w:t>.</w:t>
      </w:r>
      <w:r>
        <w:t xml:space="preserve"> Title and authors</w:t>
      </w:r>
    </w:p>
    <w:p w14:paraId="00CE3B97" w14:textId="77777777" w:rsidR="00FC564B" w:rsidRDefault="00E10495" w:rsidP="00E10495">
      <w:r>
        <w:t>The title, author’s name(s) and affiliation(s) should be centred at the top of the first page. The title should be in Arial or Helvetica 12pt bold font. The author’s name(s) should be in Times New Roman or Times Roman 11pt bold font, and their affiliation(s) should be in Times New Roman or Times Roman 11pt font</w:t>
      </w:r>
      <w:r w:rsidR="00FC564B">
        <w:t>.</w:t>
      </w:r>
    </w:p>
    <w:p w14:paraId="02D0D22C" w14:textId="77777777" w:rsidR="00FC564B" w:rsidRDefault="00FC564B" w:rsidP="00E10495">
      <w:r>
        <w:t xml:space="preserve">The author’s name(s) and affiliation(s) is created using a table with invisible borders and one row in Microsoft Word and a table with no borders and a row for each line in </w:t>
      </w:r>
      <w:proofErr w:type="spellStart"/>
      <w:r>
        <w:t>LaTeX</w:t>
      </w:r>
      <w:proofErr w:type="spellEnd"/>
      <w:r>
        <w:t xml:space="preserve">. In order to add a new </w:t>
      </w:r>
      <w:r>
        <w:lastRenderedPageBreak/>
        <w:t xml:space="preserve">author in Microsoft Word, add a new column to the table and enter the author’s details. For </w:t>
      </w:r>
      <w:proofErr w:type="spellStart"/>
      <w:r>
        <w:t>LaTeX</w:t>
      </w:r>
      <w:proofErr w:type="spellEnd"/>
      <w:r>
        <w:t xml:space="preserve"> users, please follow the instructions in the </w:t>
      </w:r>
      <w:proofErr w:type="spellStart"/>
      <w:r w:rsidRPr="00FC564B">
        <w:rPr>
          <w:rStyle w:val="Code"/>
        </w:rPr>
        <w:t>ppig</w:t>
      </w:r>
      <w:proofErr w:type="spellEnd"/>
      <w:r w:rsidRPr="00FC564B">
        <w:rPr>
          <w:rStyle w:val="Code"/>
        </w:rPr>
        <w:t>-submission-</w:t>
      </w:r>
      <w:proofErr w:type="spellStart"/>
      <w:r w:rsidRPr="00FC564B">
        <w:rPr>
          <w:rStyle w:val="Code"/>
        </w:rPr>
        <w:t>template.tex</w:t>
      </w:r>
      <w:proofErr w:type="spellEnd"/>
      <w:r>
        <w:t xml:space="preserve"> file.</w:t>
      </w:r>
    </w:p>
    <w:p w14:paraId="201B8BF3" w14:textId="77777777" w:rsidR="00E10495" w:rsidRPr="00E10495" w:rsidRDefault="00E10495" w:rsidP="00E10495">
      <w:r>
        <w:t>If all authors have the same affiliation, you may ch</w:t>
      </w:r>
      <w:r w:rsidR="00FC564B">
        <w:t>o</w:t>
      </w:r>
      <w:r>
        <w:t xml:space="preserve">ose to </w:t>
      </w:r>
      <w:r w:rsidR="00FC564B">
        <w:t>have a single affiliation block, with author’s name(s) and email address(</w:t>
      </w:r>
      <w:proofErr w:type="spellStart"/>
      <w:r w:rsidR="00FC564B">
        <w:t>es</w:t>
      </w:r>
      <w:proofErr w:type="spellEnd"/>
      <w:r w:rsidR="00FC564B">
        <w:t>) separated by commas. To do so, use a single column table.</w:t>
      </w:r>
    </w:p>
    <w:p w14:paraId="5BD49D76" w14:textId="014F8B09" w:rsidR="00E86CD9" w:rsidRPr="00A42558" w:rsidRDefault="00D97EB9" w:rsidP="00FC564B">
      <w:pPr>
        <w:pStyle w:val="Heading2"/>
      </w:pPr>
      <w:r>
        <w:t>2.4</w:t>
      </w:r>
      <w:r w:rsidR="00E86CD9">
        <w:t xml:space="preserve">. </w:t>
      </w:r>
      <w:r w:rsidR="00E86CD9" w:rsidRPr="00A42558">
        <w:t>References</w:t>
      </w:r>
    </w:p>
    <w:p w14:paraId="06A9A18F" w14:textId="77777777" w:rsidR="00E86CD9" w:rsidRPr="00A42558" w:rsidRDefault="00E86CD9" w:rsidP="00FC564B">
      <w:r w:rsidRPr="00A42558">
        <w:t>The references section at the end of this template shows the style that should be used for references. The references themselves should preferably follow the format of the APA (American Psychological Association) style guide, although we won’t be too strict about the details. Citations should be in APA format: Blackwell (1999) says the year should be in parentheses after mention of the author’s name. In cases where the author’s name is not in the sentence, the citation gives name and year in parentheses (Blackwell</w:t>
      </w:r>
      <w:r w:rsidR="00A43499">
        <w:t>,</w:t>
      </w:r>
      <w:r w:rsidRPr="00A42558">
        <w:t xml:space="preserve"> 1999).</w:t>
      </w:r>
    </w:p>
    <w:p w14:paraId="34A7931D" w14:textId="733C9207" w:rsidR="00E86CD9" w:rsidRPr="00A42558" w:rsidRDefault="00D97EB9" w:rsidP="00A43499">
      <w:pPr>
        <w:pStyle w:val="Heading2"/>
      </w:pPr>
      <w:r>
        <w:t>2.5</w:t>
      </w:r>
      <w:r w:rsidR="00E86CD9">
        <w:t xml:space="preserve">. </w:t>
      </w:r>
      <w:r w:rsidR="00E86CD9" w:rsidRPr="00A42558">
        <w:t>Figures and Tables</w:t>
      </w:r>
    </w:p>
    <w:p w14:paraId="1BC380CD" w14:textId="22D9655E" w:rsidR="00A43499" w:rsidRDefault="00A43499" w:rsidP="00A43499">
      <w:r>
        <w:t>Tables and Figures</w:t>
      </w:r>
      <w:r w:rsidR="00E86CD9" w:rsidRPr="00A42558">
        <w:t xml:space="preserve"> should fit within the boundaries of the text on this template file, and should be centred on the page. </w:t>
      </w:r>
      <w:r>
        <w:t xml:space="preserve">Both figures and tables can be placed inline with the text (e.g. Fig. 1), but the text shouldn’t wrap around their sides. </w:t>
      </w:r>
      <w:r w:rsidR="00E86CD9" w:rsidRPr="00A42558">
        <w:t>Use your own judgement to create suitable tables</w:t>
      </w:r>
      <w:r>
        <w:t xml:space="preserve"> and figures</w:t>
      </w:r>
      <w:r w:rsidR="00E86CD9" w:rsidRPr="00A42558">
        <w:t xml:space="preserve">. </w:t>
      </w:r>
      <w:r w:rsidR="00EE7CAF" w:rsidRPr="00EE7CAF">
        <w:t>Figures and tables should have captions.</w:t>
      </w:r>
      <w:r w:rsidR="00EE7CAF">
        <w:t xml:space="preserve"> </w:t>
      </w:r>
      <w:r w:rsidR="00E86CD9" w:rsidRPr="00A42558">
        <w:t xml:space="preserve">Captions for both figures and tables should use the </w:t>
      </w:r>
      <w:r>
        <w:t>caption style defined in Table 1.</w:t>
      </w:r>
    </w:p>
    <w:p w14:paraId="3630F3F7" w14:textId="77777777" w:rsidR="00A43499" w:rsidRDefault="00A43499" w:rsidP="00BF063D">
      <w:pPr>
        <w:keepNext/>
        <w:jc w:val="center"/>
      </w:pPr>
      <w:r>
        <w:rPr>
          <w:noProof/>
          <w:lang w:val="en-US" w:eastAsia="en-US"/>
        </w:rPr>
        <w:drawing>
          <wp:inline distT="0" distB="0" distL="0" distR="0" wp14:anchorId="06D63277" wp14:editId="3893955D">
            <wp:extent cx="4064000" cy="2903114"/>
            <wp:effectExtent l="0" t="0" r="0" b="0"/>
            <wp:docPr id="2" name="Picture 2" descr="ppig-latex/sample-figure-eps-converted-t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ig-latex/sample-figure-eps-converted-to.pd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85656" cy="2918584"/>
                    </a:xfrm>
                    <a:prstGeom prst="rect">
                      <a:avLst/>
                    </a:prstGeom>
                    <a:noFill/>
                    <a:ln>
                      <a:noFill/>
                    </a:ln>
                  </pic:spPr>
                </pic:pic>
              </a:graphicData>
            </a:graphic>
          </wp:inline>
        </w:drawing>
      </w:r>
    </w:p>
    <w:p w14:paraId="0F0C2D1D" w14:textId="77777777" w:rsidR="00E86CD9" w:rsidRDefault="00A43499" w:rsidP="00A43499">
      <w:pPr>
        <w:pStyle w:val="Caption"/>
      </w:pPr>
      <w:r>
        <w:t xml:space="preserve">Figure </w:t>
      </w:r>
      <w:r>
        <w:fldChar w:fldCharType="begin"/>
      </w:r>
      <w:r>
        <w:instrText xml:space="preserve"> SEQ Figure \* ARABIC </w:instrText>
      </w:r>
      <w:r>
        <w:fldChar w:fldCharType="separate"/>
      </w:r>
      <w:r w:rsidR="005B14A6">
        <w:rPr>
          <w:noProof/>
        </w:rPr>
        <w:t>1</w:t>
      </w:r>
      <w:r>
        <w:fldChar w:fldCharType="end"/>
      </w:r>
      <w:r>
        <w:t xml:space="preserve"> - An example figure, with caption</w:t>
      </w:r>
    </w:p>
    <w:p w14:paraId="7F386769" w14:textId="77777777" w:rsidR="00E86CD9" w:rsidRPr="00A42558" w:rsidRDefault="00E86CD9" w:rsidP="00D97EB9">
      <w:pPr>
        <w:pStyle w:val="Heading1"/>
      </w:pPr>
      <w:r>
        <w:t xml:space="preserve">3. </w:t>
      </w:r>
      <w:r w:rsidRPr="00A42558">
        <w:t>Submission Procedure</w:t>
      </w:r>
    </w:p>
    <w:p w14:paraId="3992F566" w14:textId="2E3A36F3" w:rsidR="005C5737" w:rsidRDefault="00183A16" w:rsidP="00D97EB9">
      <w:r>
        <w:t>Submissions must be in PDF</w:t>
      </w:r>
      <w:r w:rsidR="005C5737">
        <w:t xml:space="preserve"> format</w:t>
      </w:r>
      <w:r w:rsidR="00D97EB9">
        <w:t>.</w:t>
      </w:r>
    </w:p>
    <w:p w14:paraId="67FB495C" w14:textId="0A5ACAAB" w:rsidR="00D97EB9" w:rsidRPr="005C5737" w:rsidRDefault="00D97EB9" w:rsidP="00D97EB9">
      <w:r>
        <w:t>TBD</w:t>
      </w:r>
    </w:p>
    <w:p w14:paraId="54654481" w14:textId="77777777" w:rsidR="00E86CD9" w:rsidRPr="00A42558" w:rsidRDefault="00E86CD9" w:rsidP="00D97EB9">
      <w:pPr>
        <w:pStyle w:val="Heading1"/>
      </w:pPr>
      <w:r>
        <w:t xml:space="preserve">4. </w:t>
      </w:r>
      <w:r w:rsidRPr="00A42558">
        <w:t>Acknowledgements</w:t>
      </w:r>
    </w:p>
    <w:p w14:paraId="4C01F9EE" w14:textId="37FD48E8" w:rsidR="00E86CD9" w:rsidRPr="00A42558" w:rsidRDefault="00D97EB9" w:rsidP="00D97EB9">
      <w:r>
        <w:t xml:space="preserve">Thank you to Mariana </w:t>
      </w:r>
      <w:r w:rsidRPr="00D97EB9">
        <w:t xml:space="preserve">Mărășoiu </w:t>
      </w:r>
      <w:r>
        <w:t xml:space="preserve">for updating this template for PPIG 2016 and </w:t>
      </w:r>
      <w:r w:rsidR="00E86CD9" w:rsidRPr="00A42558">
        <w:t xml:space="preserve">to Eleonora </w:t>
      </w:r>
      <w:proofErr w:type="spellStart"/>
      <w:r w:rsidR="00E86CD9" w:rsidRPr="00A42558">
        <w:t>Bilotta</w:t>
      </w:r>
      <w:proofErr w:type="spellEnd"/>
      <w:r w:rsidR="00E86CD9" w:rsidRPr="00A42558">
        <w:t xml:space="preserve">, Thomas Green and Paola </w:t>
      </w:r>
      <w:proofErr w:type="spellStart"/>
      <w:r w:rsidR="00E86CD9" w:rsidRPr="00A42558">
        <w:t>Kathuria</w:t>
      </w:r>
      <w:proofErr w:type="spellEnd"/>
      <w:r w:rsidR="00E86CD9" w:rsidRPr="00A42558">
        <w:t xml:space="preserve"> for their help in defi</w:t>
      </w:r>
      <w:r>
        <w:t>ning and testing this template.</w:t>
      </w:r>
    </w:p>
    <w:p w14:paraId="02DDFCFA" w14:textId="77777777" w:rsidR="00E86CD9" w:rsidRPr="00A42558" w:rsidRDefault="00E86CD9" w:rsidP="00D97EB9">
      <w:pPr>
        <w:pStyle w:val="Heading1"/>
      </w:pPr>
      <w:r>
        <w:t xml:space="preserve">5. </w:t>
      </w:r>
      <w:r w:rsidRPr="00A42558">
        <w:t>References</w:t>
      </w:r>
    </w:p>
    <w:p w14:paraId="193EAA4F" w14:textId="02BC0216" w:rsidR="00E86CD9" w:rsidRPr="00D97EB9" w:rsidRDefault="00E86CD9" w:rsidP="00D97EB9">
      <w:pPr>
        <w:pStyle w:val="Bibliography"/>
      </w:pPr>
      <w:r w:rsidRPr="00D97EB9">
        <w:t xml:space="preserve">Blackwell, A.F. (1999) How to format PPIG submissions.  International Journal of PPIG </w:t>
      </w:r>
      <w:proofErr w:type="spellStart"/>
      <w:r w:rsidRPr="00D97EB9">
        <w:t>Administrivia</w:t>
      </w:r>
      <w:proofErr w:type="spellEnd"/>
      <w:r w:rsidRPr="00D97EB9">
        <w:t>, 1(1), 1-3.</w:t>
      </w:r>
    </w:p>
    <w:sectPr w:rsidR="00E86CD9" w:rsidRPr="00D97EB9" w:rsidSect="00E86CD9">
      <w:type w:val="continuous"/>
      <w:pgSz w:w="11907" w:h="16840" w:code="9"/>
      <w:pgMar w:top="1440" w:right="1440" w:bottom="1440" w:left="1440" w:header="862" w:footer="862" w:gutter="0"/>
      <w:paperSrc w:first="7" w:other="7"/>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FF28F" w14:textId="77777777" w:rsidR="00186F00" w:rsidRDefault="00186F00" w:rsidP="00037437">
      <w:r>
        <w:separator/>
      </w:r>
    </w:p>
  </w:endnote>
  <w:endnote w:type="continuationSeparator" w:id="0">
    <w:p w14:paraId="1B93E65E" w14:textId="77777777" w:rsidR="00186F00" w:rsidRDefault="00186F00" w:rsidP="0003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F6060" w14:textId="77777777" w:rsidR="0085594F" w:rsidRDefault="0085594F" w:rsidP="0003743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A57DE" w14:textId="77777777" w:rsidR="0085594F" w:rsidRDefault="0085594F" w:rsidP="00037437">
    <w:pPr>
      <w:pStyle w:val="Footer"/>
    </w:pPr>
    <w:r>
      <w:t xml:space="preserve">PPIG, University of </w:t>
    </w:r>
    <w:r w:rsidR="008332C2">
      <w:t>Bournemouth, 2015</w:t>
    </w:r>
    <w:r>
      <w:tab/>
    </w:r>
    <w:r>
      <w:tab/>
      <w:t>www.ppig.org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5B552" w14:textId="77777777" w:rsidR="00186F00" w:rsidRDefault="00186F00" w:rsidP="00037437">
      <w:r>
        <w:separator/>
      </w:r>
    </w:p>
  </w:footnote>
  <w:footnote w:type="continuationSeparator" w:id="0">
    <w:p w14:paraId="08857434" w14:textId="77777777" w:rsidR="00186F00" w:rsidRDefault="00186F00" w:rsidP="0003743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64F90" w14:textId="77777777" w:rsidR="0085594F" w:rsidRDefault="0085594F" w:rsidP="0003743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41A81" w14:textId="77777777" w:rsidR="0085594F" w:rsidRDefault="0085594F" w:rsidP="00037437">
    <w:pPr>
      <w:pStyle w:val="Foot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3C4C4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FD058C4"/>
    <w:lvl w:ilvl="0">
      <w:start w:val="1"/>
      <w:numFmt w:val="decimal"/>
      <w:lvlText w:val="%1."/>
      <w:lvlJc w:val="left"/>
      <w:pPr>
        <w:tabs>
          <w:tab w:val="num" w:pos="1800"/>
        </w:tabs>
        <w:ind w:left="1800" w:hanging="360"/>
      </w:pPr>
    </w:lvl>
  </w:abstractNum>
  <w:abstractNum w:abstractNumId="2">
    <w:nsid w:val="FFFFFF7D"/>
    <w:multiLevelType w:val="singleLevel"/>
    <w:tmpl w:val="EE8E5880"/>
    <w:lvl w:ilvl="0">
      <w:start w:val="1"/>
      <w:numFmt w:val="decimal"/>
      <w:lvlText w:val="%1."/>
      <w:lvlJc w:val="left"/>
      <w:pPr>
        <w:tabs>
          <w:tab w:val="num" w:pos="1440"/>
        </w:tabs>
        <w:ind w:left="1440" w:hanging="360"/>
      </w:pPr>
    </w:lvl>
  </w:abstractNum>
  <w:abstractNum w:abstractNumId="3">
    <w:nsid w:val="FFFFFF7E"/>
    <w:multiLevelType w:val="singleLevel"/>
    <w:tmpl w:val="B53AF4F8"/>
    <w:lvl w:ilvl="0">
      <w:start w:val="1"/>
      <w:numFmt w:val="decimal"/>
      <w:lvlText w:val="%1."/>
      <w:lvlJc w:val="left"/>
      <w:pPr>
        <w:tabs>
          <w:tab w:val="num" w:pos="1080"/>
        </w:tabs>
        <w:ind w:left="1080" w:hanging="360"/>
      </w:pPr>
    </w:lvl>
  </w:abstractNum>
  <w:abstractNum w:abstractNumId="4">
    <w:nsid w:val="FFFFFF7F"/>
    <w:multiLevelType w:val="singleLevel"/>
    <w:tmpl w:val="862CDE46"/>
    <w:lvl w:ilvl="0">
      <w:start w:val="1"/>
      <w:numFmt w:val="decimal"/>
      <w:lvlText w:val="%1."/>
      <w:lvlJc w:val="left"/>
      <w:pPr>
        <w:tabs>
          <w:tab w:val="num" w:pos="720"/>
        </w:tabs>
        <w:ind w:left="720" w:hanging="360"/>
      </w:pPr>
    </w:lvl>
  </w:abstractNum>
  <w:abstractNum w:abstractNumId="5">
    <w:nsid w:val="FFFFFF80"/>
    <w:multiLevelType w:val="singleLevel"/>
    <w:tmpl w:val="05A8429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5E8872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B358C38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A58A44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AFA8104"/>
    <w:lvl w:ilvl="0">
      <w:start w:val="1"/>
      <w:numFmt w:val="decimal"/>
      <w:lvlText w:val="%1."/>
      <w:lvlJc w:val="left"/>
      <w:pPr>
        <w:tabs>
          <w:tab w:val="num" w:pos="360"/>
        </w:tabs>
        <w:ind w:left="360" w:hanging="360"/>
      </w:pPr>
    </w:lvl>
  </w:abstractNum>
  <w:abstractNum w:abstractNumId="10">
    <w:nsid w:val="FFFFFF89"/>
    <w:multiLevelType w:val="singleLevel"/>
    <w:tmpl w:val="C7967A4C"/>
    <w:lvl w:ilvl="0">
      <w:start w:val="1"/>
      <w:numFmt w:val="bullet"/>
      <w:lvlText w:val=""/>
      <w:lvlJc w:val="left"/>
      <w:pPr>
        <w:tabs>
          <w:tab w:val="num" w:pos="360"/>
        </w:tabs>
        <w:ind w:left="360" w:hanging="360"/>
      </w:pPr>
      <w:rPr>
        <w:rFonts w:ascii="Symbol" w:hAnsi="Symbol" w:hint="default"/>
      </w:rPr>
    </w:lvl>
  </w:abstractNum>
  <w:abstractNum w:abstractNumId="11">
    <w:nsid w:val="37655134"/>
    <w:multiLevelType w:val="singleLevel"/>
    <w:tmpl w:val="409C1844"/>
    <w:lvl w:ilvl="0">
      <w:start w:val="1"/>
      <w:numFmt w:val="none"/>
      <w:lvlText w:val=""/>
      <w:legacy w:legacy="1" w:legacySpace="0" w:legacyIndent="360"/>
      <w:lvlJc w:val="left"/>
      <w:pPr>
        <w:ind w:left="644" w:hanging="360"/>
      </w:pPr>
      <w:rPr>
        <w:rFonts w:ascii="Symbol" w:hAnsi="Symbol" w:hint="default"/>
      </w:rPr>
    </w:lvl>
  </w:abstractNum>
  <w:abstractNum w:abstractNumId="12">
    <w:nsid w:val="3C276CF7"/>
    <w:multiLevelType w:val="singleLevel"/>
    <w:tmpl w:val="409C1844"/>
    <w:lvl w:ilvl="0">
      <w:start w:val="1"/>
      <w:numFmt w:val="none"/>
      <w:lvlText w:val=""/>
      <w:legacy w:legacy="1" w:legacySpace="0" w:legacyIndent="360"/>
      <w:lvlJc w:val="left"/>
      <w:pPr>
        <w:ind w:left="644" w:hanging="360"/>
      </w:pPr>
      <w:rPr>
        <w:rFonts w:ascii="Symbol" w:hAnsi="Symbol" w:hint="default"/>
      </w:rPr>
    </w:lvl>
  </w:abstractNum>
  <w:abstractNum w:abstractNumId="13">
    <w:nsid w:val="5EFC3F07"/>
    <w:multiLevelType w:val="singleLevel"/>
    <w:tmpl w:val="409C1844"/>
    <w:lvl w:ilvl="0">
      <w:start w:val="1"/>
      <w:numFmt w:val="none"/>
      <w:lvlText w:val=""/>
      <w:legacy w:legacy="1" w:legacySpace="0" w:legacyIndent="360"/>
      <w:lvlJc w:val="left"/>
      <w:pPr>
        <w:ind w:left="644" w:hanging="360"/>
      </w:pPr>
      <w:rPr>
        <w:rFonts w:ascii="Symbol" w:hAnsi="Symbol" w:hint="default"/>
      </w:rPr>
    </w:lvl>
  </w:abstractNum>
  <w:abstractNum w:abstractNumId="14">
    <w:nsid w:val="76E33425"/>
    <w:multiLevelType w:val="hybridMultilevel"/>
    <w:tmpl w:val="5C522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3"/>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doNotHyphenateCap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3C6"/>
    <w:rsid w:val="00000F1F"/>
    <w:rsid w:val="00037437"/>
    <w:rsid w:val="00046F4E"/>
    <w:rsid w:val="00073F51"/>
    <w:rsid w:val="001003B7"/>
    <w:rsid w:val="00143E62"/>
    <w:rsid w:val="001519D4"/>
    <w:rsid w:val="00182DB6"/>
    <w:rsid w:val="00183A16"/>
    <w:rsid w:val="00186F00"/>
    <w:rsid w:val="001A07E7"/>
    <w:rsid w:val="001B1155"/>
    <w:rsid w:val="001C62C2"/>
    <w:rsid w:val="001F3CD5"/>
    <w:rsid w:val="00210BAF"/>
    <w:rsid w:val="0021134F"/>
    <w:rsid w:val="003527EC"/>
    <w:rsid w:val="003B6BC5"/>
    <w:rsid w:val="003C39AB"/>
    <w:rsid w:val="00450524"/>
    <w:rsid w:val="004728D1"/>
    <w:rsid w:val="00486000"/>
    <w:rsid w:val="00497A17"/>
    <w:rsid w:val="004B43A5"/>
    <w:rsid w:val="004F5956"/>
    <w:rsid w:val="00511DF1"/>
    <w:rsid w:val="00542538"/>
    <w:rsid w:val="005B14A6"/>
    <w:rsid w:val="005C5737"/>
    <w:rsid w:val="005F7AB3"/>
    <w:rsid w:val="00600207"/>
    <w:rsid w:val="006B0D46"/>
    <w:rsid w:val="00745342"/>
    <w:rsid w:val="00754972"/>
    <w:rsid w:val="007F62C9"/>
    <w:rsid w:val="008332C2"/>
    <w:rsid w:val="0085594F"/>
    <w:rsid w:val="009123C6"/>
    <w:rsid w:val="0092643B"/>
    <w:rsid w:val="009323CF"/>
    <w:rsid w:val="009A0278"/>
    <w:rsid w:val="009F240D"/>
    <w:rsid w:val="00A13F46"/>
    <w:rsid w:val="00A43499"/>
    <w:rsid w:val="00AA6904"/>
    <w:rsid w:val="00B02588"/>
    <w:rsid w:val="00B103A4"/>
    <w:rsid w:val="00B31106"/>
    <w:rsid w:val="00BB5D9B"/>
    <w:rsid w:val="00BF063D"/>
    <w:rsid w:val="00C05405"/>
    <w:rsid w:val="00C150FE"/>
    <w:rsid w:val="00C44F5F"/>
    <w:rsid w:val="00CB2334"/>
    <w:rsid w:val="00CC4DB6"/>
    <w:rsid w:val="00CF565A"/>
    <w:rsid w:val="00D97EB9"/>
    <w:rsid w:val="00DA1F94"/>
    <w:rsid w:val="00E10495"/>
    <w:rsid w:val="00E13EAD"/>
    <w:rsid w:val="00E30CB4"/>
    <w:rsid w:val="00E74F7A"/>
    <w:rsid w:val="00E86CD9"/>
    <w:rsid w:val="00EA5FE5"/>
    <w:rsid w:val="00EC2486"/>
    <w:rsid w:val="00EE2CDF"/>
    <w:rsid w:val="00EE7CAF"/>
    <w:rsid w:val="00F46B81"/>
    <w:rsid w:val="00F70D07"/>
    <w:rsid w:val="00F71813"/>
    <w:rsid w:val="00FC564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5F69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uiPriority="9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437"/>
    <w:pPr>
      <w:overflowPunct w:val="0"/>
      <w:autoSpaceDE w:val="0"/>
      <w:autoSpaceDN w:val="0"/>
      <w:adjustRightInd w:val="0"/>
      <w:spacing w:after="120"/>
      <w:jc w:val="both"/>
      <w:textAlignment w:val="baseline"/>
    </w:pPr>
    <w:rPr>
      <w:sz w:val="22"/>
      <w:lang w:val="en-GB" w:eastAsia="en-GB"/>
    </w:rPr>
  </w:style>
  <w:style w:type="paragraph" w:styleId="Heading1">
    <w:name w:val="heading 1"/>
    <w:basedOn w:val="Normal"/>
    <w:next w:val="Normal"/>
    <w:link w:val="Heading1Char"/>
    <w:qFormat/>
    <w:rsid w:val="00E10495"/>
    <w:pPr>
      <w:keepNext/>
      <w:spacing w:before="240" w:after="0"/>
      <w:outlineLvl w:val="0"/>
    </w:pPr>
    <w:rPr>
      <w:rFonts w:ascii="Arial" w:hAnsi="Arial"/>
      <w:b/>
    </w:rPr>
  </w:style>
  <w:style w:type="paragraph" w:styleId="Heading2">
    <w:name w:val="heading 2"/>
    <w:basedOn w:val="Heading1"/>
    <w:next w:val="Normal"/>
    <w:link w:val="Heading2Char"/>
    <w:unhideWhenUsed/>
    <w:qFormat/>
    <w:rsid w:val="00754972"/>
    <w:pPr>
      <w:spacing w:before="120"/>
      <w:outlineLvl w:val="1"/>
    </w:pPr>
    <w:rPr>
      <w:b w:val="0"/>
    </w:rPr>
  </w:style>
  <w:style w:type="paragraph" w:styleId="Heading3">
    <w:name w:val="heading 3"/>
    <w:basedOn w:val="Heading2"/>
    <w:next w:val="Normal"/>
    <w:link w:val="Heading3Char"/>
    <w:semiHidden/>
    <w:unhideWhenUsed/>
    <w:rsid w:val="00037437"/>
    <w:pPr>
      <w:outlineLvl w:val="2"/>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02588"/>
    <w:pPr>
      <w:tabs>
        <w:tab w:val="center" w:pos="4819"/>
        <w:tab w:val="right" w:pos="9638"/>
      </w:tabs>
    </w:pPr>
  </w:style>
  <w:style w:type="paragraph" w:styleId="Header">
    <w:name w:val="header"/>
    <w:basedOn w:val="Normal"/>
    <w:rsid w:val="00F70D07"/>
    <w:pPr>
      <w:tabs>
        <w:tab w:val="center" w:pos="4819"/>
        <w:tab w:val="right" w:pos="9638"/>
      </w:tabs>
      <w:spacing w:after="240"/>
    </w:pPr>
  </w:style>
  <w:style w:type="paragraph" w:styleId="Title">
    <w:name w:val="Title"/>
    <w:basedOn w:val="Normal"/>
    <w:qFormat/>
    <w:rsid w:val="00E10495"/>
    <w:pPr>
      <w:spacing w:after="240"/>
      <w:jc w:val="center"/>
    </w:pPr>
    <w:rPr>
      <w:rFonts w:ascii="Arial" w:hAnsi="Arial"/>
      <w:b/>
      <w:kern w:val="28"/>
      <w:sz w:val="24"/>
    </w:rPr>
  </w:style>
  <w:style w:type="paragraph" w:customStyle="1" w:styleId="AuthorName">
    <w:name w:val="Author Name"/>
    <w:basedOn w:val="Normal"/>
    <w:next w:val="AuthorAffiliation"/>
    <w:qFormat/>
    <w:rsid w:val="00E10495"/>
    <w:pPr>
      <w:spacing w:after="0"/>
      <w:jc w:val="center"/>
    </w:pPr>
    <w:rPr>
      <w:b/>
    </w:rPr>
  </w:style>
  <w:style w:type="paragraph" w:customStyle="1" w:styleId="AuthorAffiliation">
    <w:name w:val="Author Affiliation"/>
    <w:basedOn w:val="Normal"/>
    <w:qFormat/>
    <w:rsid w:val="00E10495"/>
    <w:pPr>
      <w:spacing w:after="0"/>
      <w:jc w:val="center"/>
    </w:pPr>
  </w:style>
  <w:style w:type="character" w:customStyle="1" w:styleId="Heading2Char">
    <w:name w:val="Heading 2 Char"/>
    <w:basedOn w:val="DefaultParagraphFont"/>
    <w:link w:val="Heading2"/>
    <w:rsid w:val="00754972"/>
    <w:rPr>
      <w:rFonts w:ascii="Arial" w:hAnsi="Arial"/>
      <w:sz w:val="22"/>
      <w:lang w:val="en-GB" w:eastAsia="en-GB"/>
    </w:rPr>
  </w:style>
  <w:style w:type="paragraph" w:styleId="Caption">
    <w:name w:val="caption"/>
    <w:basedOn w:val="Normal"/>
    <w:next w:val="Normal"/>
    <w:unhideWhenUsed/>
    <w:qFormat/>
    <w:rsid w:val="00E10495"/>
    <w:pPr>
      <w:spacing w:before="120"/>
      <w:jc w:val="center"/>
    </w:pPr>
    <w:rPr>
      <w:i/>
    </w:rPr>
  </w:style>
  <w:style w:type="paragraph" w:styleId="Bibliography">
    <w:name w:val="Bibliography"/>
    <w:basedOn w:val="Normal"/>
    <w:uiPriority w:val="37"/>
    <w:unhideWhenUsed/>
    <w:qFormat/>
    <w:rsid w:val="00D97EB9"/>
    <w:pPr>
      <w:ind w:left="706" w:hanging="706"/>
    </w:pPr>
  </w:style>
  <w:style w:type="paragraph" w:customStyle="1" w:styleId="Abstracttext">
    <w:name w:val="Abstract text"/>
    <w:basedOn w:val="Normal"/>
    <w:qFormat/>
    <w:rsid w:val="00D97EB9"/>
  </w:style>
  <w:style w:type="paragraph" w:customStyle="1" w:styleId="TableEntry">
    <w:name w:val="Table Entry"/>
    <w:basedOn w:val="Normal"/>
    <w:qFormat/>
    <w:rsid w:val="00B02588"/>
    <w:pPr>
      <w:spacing w:before="20" w:after="20"/>
      <w:jc w:val="center"/>
    </w:pPr>
  </w:style>
  <w:style w:type="character" w:styleId="Emphasis">
    <w:name w:val="Emphasis"/>
    <w:rsid w:val="00F3448A"/>
    <w:rPr>
      <w:i/>
      <w:iCs/>
    </w:rPr>
  </w:style>
  <w:style w:type="character" w:customStyle="1" w:styleId="FooterChar">
    <w:name w:val="Footer Char"/>
    <w:basedOn w:val="DefaultParagraphFont"/>
    <w:link w:val="Footer"/>
    <w:uiPriority w:val="99"/>
    <w:rsid w:val="00000F1F"/>
  </w:style>
  <w:style w:type="character" w:customStyle="1" w:styleId="Heading1Char">
    <w:name w:val="Heading 1 Char"/>
    <w:basedOn w:val="DefaultParagraphFont"/>
    <w:link w:val="Heading1"/>
    <w:rsid w:val="00E10495"/>
    <w:rPr>
      <w:rFonts w:ascii="Arial" w:hAnsi="Arial"/>
      <w:b/>
      <w:sz w:val="22"/>
      <w:lang w:val="en-GB" w:eastAsia="en-GB"/>
    </w:rPr>
  </w:style>
  <w:style w:type="character" w:customStyle="1" w:styleId="Heading3Char">
    <w:name w:val="Heading 3 Char"/>
    <w:basedOn w:val="DefaultParagraphFont"/>
    <w:link w:val="Heading3"/>
    <w:semiHidden/>
    <w:rsid w:val="00037437"/>
    <w:rPr>
      <w:rFonts w:ascii="Arial" w:eastAsiaTheme="majorEastAsia" w:hAnsi="Arial" w:cstheme="majorBidi"/>
      <w:b/>
      <w:bCs/>
      <w:szCs w:val="26"/>
      <w:lang w:val="en-GB" w:eastAsia="en-GB"/>
    </w:rPr>
  </w:style>
  <w:style w:type="table" w:styleId="TableGrid">
    <w:name w:val="Table Grid"/>
    <w:basedOn w:val="TableNormal"/>
    <w:rsid w:val="00EC2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de">
    <w:name w:val="Code"/>
    <w:basedOn w:val="DefaultParagraphFont"/>
    <w:uiPriority w:val="1"/>
    <w:qFormat/>
    <w:rsid w:val="003B6BC5"/>
    <w:rPr>
      <w:rFonts w:ascii="Courier" w:hAnsi="Courier"/>
      <w:sz w:val="22"/>
    </w:rPr>
  </w:style>
  <w:style w:type="paragraph" w:styleId="FootnoteText">
    <w:name w:val="footnote text"/>
    <w:basedOn w:val="Normal"/>
    <w:link w:val="FootnoteTextChar"/>
    <w:qFormat/>
    <w:rsid w:val="00600207"/>
    <w:rPr>
      <w:sz w:val="18"/>
      <w:szCs w:val="24"/>
    </w:rPr>
  </w:style>
  <w:style w:type="character" w:customStyle="1" w:styleId="FootnoteTextChar">
    <w:name w:val="Footnote Text Char"/>
    <w:basedOn w:val="DefaultParagraphFont"/>
    <w:link w:val="FootnoteText"/>
    <w:rsid w:val="00600207"/>
    <w:rPr>
      <w:sz w:val="18"/>
      <w:szCs w:val="24"/>
      <w:lang w:val="en-GB" w:eastAsia="en-GB"/>
    </w:rPr>
  </w:style>
  <w:style w:type="character" w:styleId="FootnoteReference">
    <w:name w:val="footnote reference"/>
    <w:basedOn w:val="DefaultParagraphFont"/>
    <w:rsid w:val="003B6BC5"/>
    <w:rPr>
      <w:vertAlign w:val="superscript"/>
    </w:rPr>
  </w:style>
  <w:style w:type="paragraph" w:customStyle="1" w:styleId="Abstracttitle">
    <w:name w:val="Abstract title"/>
    <w:basedOn w:val="Heading1"/>
    <w:next w:val="Abstracttext"/>
    <w:qFormat/>
    <w:rsid w:val="00E104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643821">
      <w:bodyDiv w:val="1"/>
      <w:marLeft w:val="0"/>
      <w:marRight w:val="0"/>
      <w:marTop w:val="0"/>
      <w:marBottom w:val="0"/>
      <w:divBdr>
        <w:top w:val="none" w:sz="0" w:space="0" w:color="auto"/>
        <w:left w:val="none" w:sz="0" w:space="0" w:color="auto"/>
        <w:bottom w:val="none" w:sz="0" w:space="0" w:color="auto"/>
        <w:right w:val="none" w:sz="0" w:space="0" w:color="auto"/>
      </w:divBdr>
    </w:div>
    <w:div w:id="536622144">
      <w:bodyDiv w:val="1"/>
      <w:marLeft w:val="0"/>
      <w:marRight w:val="0"/>
      <w:marTop w:val="0"/>
      <w:marBottom w:val="0"/>
      <w:divBdr>
        <w:top w:val="none" w:sz="0" w:space="0" w:color="auto"/>
        <w:left w:val="none" w:sz="0" w:space="0" w:color="auto"/>
        <w:bottom w:val="none" w:sz="0" w:space="0" w:color="auto"/>
        <w:right w:val="none" w:sz="0" w:space="0" w:color="auto"/>
      </w:divBdr>
    </w:div>
    <w:div w:id="1118528036">
      <w:bodyDiv w:val="1"/>
      <w:marLeft w:val="0"/>
      <w:marRight w:val="0"/>
      <w:marTop w:val="0"/>
      <w:marBottom w:val="0"/>
      <w:divBdr>
        <w:top w:val="none" w:sz="0" w:space="0" w:color="auto"/>
        <w:left w:val="none" w:sz="0" w:space="0" w:color="auto"/>
        <w:bottom w:val="none" w:sz="0" w:space="0" w:color="auto"/>
        <w:right w:val="none" w:sz="0" w:space="0" w:color="auto"/>
      </w:divBdr>
    </w:div>
    <w:div w:id="1455640772">
      <w:bodyDiv w:val="1"/>
      <w:marLeft w:val="0"/>
      <w:marRight w:val="0"/>
      <w:marTop w:val="0"/>
      <w:marBottom w:val="0"/>
      <w:divBdr>
        <w:top w:val="none" w:sz="0" w:space="0" w:color="auto"/>
        <w:left w:val="none" w:sz="0" w:space="0" w:color="auto"/>
        <w:bottom w:val="none" w:sz="0" w:space="0" w:color="auto"/>
        <w:right w:val="none" w:sz="0" w:space="0" w:color="auto"/>
      </w:divBdr>
    </w:div>
    <w:div w:id="1535926535">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image" Target="media/image1.emf"/><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861F2-26BF-424F-A113-924EF2FCB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PPIG-submission-template.docx</Template>
  <TotalTime>0</TotalTime>
  <Pages>2</Pages>
  <Words>712</Words>
  <Characters>3727</Characters>
  <Application>Microsoft Macintosh Word</Application>
  <DocSecurity>0</DocSecurity>
  <Lines>82</Lines>
  <Paragraphs>48</Paragraphs>
  <ScaleCrop>false</ScaleCrop>
  <HeadingPairs>
    <vt:vector size="2" baseType="variant">
      <vt:variant>
        <vt:lpstr>Title</vt:lpstr>
      </vt:variant>
      <vt:variant>
        <vt:i4>1</vt:i4>
      </vt:variant>
    </vt:vector>
  </HeadingPairs>
  <TitlesOfParts>
    <vt:vector size="1" baseType="lpstr">
      <vt:lpstr>PPIG Submission Template 2015</vt:lpstr>
    </vt:vector>
  </TitlesOfParts>
  <Company>Hewlett-Packard</Company>
  <LinksUpToDate>false</LinksUpToDate>
  <CharactersWithSpaces>4391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PPIG Submission Template 2015</dc:title>
  <dc:subject/>
  <dc:creator>gail</dc:creator>
  <cp:keywords>PPIG; Template</cp:keywords>
  <dc:description>Updated from PPIG 2014 template</dc:description>
  <cp:lastModifiedBy>Mariana Marasoiu</cp:lastModifiedBy>
  <cp:revision>2</cp:revision>
  <cp:lastPrinted>2016-01-25T10:56:00Z</cp:lastPrinted>
  <dcterms:created xsi:type="dcterms:W3CDTF">2016-01-25T11:01:00Z</dcterms:created>
  <dcterms:modified xsi:type="dcterms:W3CDTF">2016-01-25T11:01:00Z</dcterms:modified>
</cp:coreProperties>
</file>